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35D" w:rsidRDefault="003B20F4">
      <w:bookmarkStart w:id="0" w:name="_GoBack"/>
      <w:r>
        <w:rPr>
          <w:noProof/>
        </w:rPr>
        <w:drawing>
          <wp:inline distT="0" distB="0" distL="0" distR="0" wp14:anchorId="6355C3FE" wp14:editId="0AC1DC27">
            <wp:extent cx="2286000" cy="971550"/>
            <wp:effectExtent l="0" t="0" r="0" b="0"/>
            <wp:docPr id="2" name="Picture 2" descr="2015 Torch Award Winner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5 Torch Award Winner 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273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0F4"/>
    <w:rsid w:val="003B20F4"/>
    <w:rsid w:val="0082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C263DC-F1E5-4492-A67F-9CDD336A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F9E758D9.dotm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Adar LLC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Corbolotti</dc:creator>
  <cp:keywords/>
  <dc:description/>
  <cp:lastModifiedBy>Dean Corbolotti</cp:lastModifiedBy>
  <cp:revision>1</cp:revision>
  <dcterms:created xsi:type="dcterms:W3CDTF">2015-11-20T20:24:00Z</dcterms:created>
  <dcterms:modified xsi:type="dcterms:W3CDTF">2015-11-20T20:31:00Z</dcterms:modified>
</cp:coreProperties>
</file>